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  <w:r w:rsidRPr="00B87739">
        <w:rPr>
          <w:rFonts w:asciiTheme="minorHAnsi" w:hAnsiTheme="minorHAnsi" w:cstheme="minorHAnsi"/>
          <w:sz w:val="20"/>
          <w:szCs w:val="20"/>
        </w:rPr>
        <w:t>Zweck</w:t>
      </w:r>
    </w:p>
    <w:p w:rsidR="00FD3E43" w:rsidRPr="00B87739" w:rsidRDefault="00FD3E43" w:rsidP="007E7DD4">
      <w:pPr>
        <w:spacing w:after="120"/>
        <w:rPr>
          <w:rFonts w:cstheme="minorHAnsi"/>
        </w:rPr>
      </w:pPr>
      <w:r w:rsidRPr="00B87739">
        <w:rPr>
          <w:rFonts w:cstheme="minorHAnsi"/>
        </w:rPr>
        <w:t xml:space="preserve">Mit dieser Verfahrensanweisung (VA) legt die Unternehmensleitung Zuständigkeiten, Abläufe und grundsätzliche Regelungen </w:t>
      </w:r>
      <w:r>
        <w:rPr>
          <w:rFonts w:cstheme="minorHAnsi"/>
        </w:rPr>
        <w:t xml:space="preserve">zur Überprüfung des </w:t>
      </w:r>
      <w:r w:rsidRPr="00967453">
        <w:rPr>
          <w:rFonts w:cstheme="minorHAnsi"/>
        </w:rPr>
        <w:t>Wissensstand</w:t>
      </w:r>
      <w:r>
        <w:rPr>
          <w:rFonts w:cstheme="minorHAnsi"/>
        </w:rPr>
        <w:t>s</w:t>
      </w:r>
      <w:r w:rsidRPr="00967453">
        <w:rPr>
          <w:rFonts w:cstheme="minorHAnsi"/>
        </w:rPr>
        <w:t xml:space="preserve"> der Mitarbeitenden</w:t>
      </w:r>
      <w:r w:rsidRPr="00B87739">
        <w:rPr>
          <w:rFonts w:cstheme="minorHAnsi"/>
        </w:rPr>
        <w:t xml:space="preserve"> </w:t>
      </w:r>
      <w:r>
        <w:rPr>
          <w:rFonts w:cstheme="minorHAnsi"/>
        </w:rPr>
        <w:t>hinsichtlich unseres CMS fest.</w:t>
      </w:r>
    </w:p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Geltungsbereich</w:t>
      </w:r>
    </w:p>
    <w:p w:rsidR="00FD3E43" w:rsidRPr="00B87739" w:rsidRDefault="00FD3E43" w:rsidP="00DA28AE">
      <w:pPr>
        <w:spacing w:after="120"/>
        <w:rPr>
          <w:rFonts w:cstheme="minorHAnsi"/>
        </w:rPr>
      </w:pPr>
      <w:r w:rsidRPr="00B87739">
        <w:rPr>
          <w:rFonts w:cstheme="minorHAnsi"/>
        </w:rPr>
        <w:t>Diese VA gilt für alle Mitarbeiter in allen Bereichen.</w:t>
      </w:r>
    </w:p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Begriffe</w:t>
      </w:r>
    </w:p>
    <w:p w:rsidR="00FD3E43" w:rsidRPr="00B87739" w:rsidRDefault="00FD3E43" w:rsidP="007E7DD4">
      <w:pPr>
        <w:tabs>
          <w:tab w:val="left" w:pos="2700"/>
        </w:tabs>
        <w:spacing w:after="120"/>
        <w:ind w:left="2700" w:hanging="2700"/>
        <w:rPr>
          <w:rFonts w:cstheme="minorHAnsi"/>
        </w:rPr>
      </w:pPr>
      <w:r w:rsidRPr="00B87739">
        <w:rPr>
          <w:rFonts w:cstheme="minorHAnsi"/>
          <w:b/>
          <w:i/>
        </w:rPr>
        <w:t>Fehler</w:t>
      </w:r>
      <w:r w:rsidRPr="00B87739">
        <w:rPr>
          <w:rFonts w:cstheme="minorHAnsi"/>
        </w:rPr>
        <w:tab/>
        <w:t>Kritischer Fehler, Haupt- oder Nebenfehler mit eventueller Auswirkung auf Leib und Leben eines Kunden, erheblichen finanziellen Auswirkungen oder mit geringer Auswirkung; Fehler können auch Probleme aus Kundensicht darstellen</w:t>
      </w:r>
    </w:p>
    <w:p w:rsidR="00FD3E43" w:rsidRPr="00B87739" w:rsidRDefault="00FD3E43" w:rsidP="007E7DD4">
      <w:pPr>
        <w:tabs>
          <w:tab w:val="left" w:pos="2700"/>
        </w:tabs>
        <w:spacing w:after="120"/>
        <w:ind w:left="2700" w:hanging="2700"/>
        <w:rPr>
          <w:rFonts w:cstheme="minorHAnsi"/>
        </w:rPr>
      </w:pPr>
      <w:r w:rsidRPr="00B87739">
        <w:rPr>
          <w:rFonts w:cstheme="minorHAnsi"/>
          <w:b/>
          <w:i/>
        </w:rPr>
        <w:t>Problem</w:t>
      </w:r>
      <w:r w:rsidRPr="00B87739">
        <w:rPr>
          <w:rFonts w:cstheme="minorHAnsi"/>
          <w:b/>
          <w:i/>
        </w:rPr>
        <w:tab/>
      </w:r>
      <w:r w:rsidRPr="00B87739">
        <w:rPr>
          <w:rFonts w:cstheme="minorHAnsi"/>
        </w:rPr>
        <w:t>Dinge oder Abläufe, die nicht optimal sind</w:t>
      </w:r>
    </w:p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Zuständigkeit / Verantwortung</w:t>
      </w:r>
    </w:p>
    <w:p w:rsidR="00FD3E43" w:rsidRPr="00B87739" w:rsidRDefault="00FD3E43" w:rsidP="00DA28AE">
      <w:pPr>
        <w:spacing w:after="120"/>
        <w:rPr>
          <w:rFonts w:cstheme="minorHAnsi"/>
        </w:rPr>
      </w:pPr>
      <w:r w:rsidRPr="00B87739">
        <w:rPr>
          <w:rFonts w:cstheme="minorHAnsi"/>
        </w:rPr>
        <w:t>Verantwortlich für den Inhalt dieser Anweisung ist die Geschäftsführung. Für die erfolgreiche Umsetzung sorgt jeder Mitarbeiter in seinem Arbeitsbereich.</w:t>
      </w:r>
    </w:p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Beschreibung</w:t>
      </w:r>
    </w:p>
    <w:p w:rsidR="00FD3E43" w:rsidRDefault="00FD3E43" w:rsidP="007E7DD4">
      <w:pPr>
        <w:spacing w:after="120"/>
        <w:rPr>
          <w:rFonts w:cstheme="minorHAnsi"/>
        </w:rPr>
      </w:pPr>
      <w:r w:rsidRPr="00967453">
        <w:rPr>
          <w:rFonts w:cstheme="minorHAnsi"/>
        </w:rPr>
        <w:t>Der Wissensstand der Mitarbeitenden bezüglich der compliance-relevanten Sachverhalte bzw. der Zielerreichungsgrad der durchgeführten Schulu</w:t>
      </w:r>
      <w:r>
        <w:rPr>
          <w:rFonts w:cstheme="minorHAnsi"/>
        </w:rPr>
        <w:t xml:space="preserve">ngen ist regelmäßig zu erheben. </w:t>
      </w:r>
      <w:r w:rsidRPr="00967453">
        <w:rPr>
          <w:rFonts w:cstheme="minorHAnsi"/>
        </w:rPr>
        <w:t>Die dadurch gewonnenen Erkenntnisse fließen in den jährlich vom Compliance Officer zu erstellenden Compliance- Report ein. Um feststellen zu können, ob das Compliance-Regelwerk im Rahmen der Unternehmensaktivitäten auch tatsächlich gelebt wird, bedarf es einer regelmäßigen Kontrolle. Das Ergebnis dieser Kontrolle ermöglicht es, Risiken zu erkennen und rechtzeitig zusätzliche Maßnahmen anordnen zu können.</w:t>
      </w:r>
    </w:p>
    <w:p w:rsidR="00FD3E43" w:rsidRDefault="00FD3E43" w:rsidP="007E7DD4">
      <w:pPr>
        <w:spacing w:after="120"/>
        <w:rPr>
          <w:rFonts w:cstheme="minorHAnsi"/>
        </w:rPr>
      </w:pPr>
    </w:p>
    <w:p w:rsidR="00FD3E43" w:rsidRPr="00967453" w:rsidRDefault="00FD3E43" w:rsidP="007E7DD4">
      <w:pPr>
        <w:spacing w:after="120"/>
        <w:rPr>
          <w:rFonts w:cstheme="minorHAnsi"/>
          <w:highlight w:val="yellow"/>
        </w:rPr>
      </w:pPr>
      <w:r w:rsidRPr="00967453">
        <w:rPr>
          <w:rFonts w:cstheme="minorHAnsi"/>
          <w:highlight w:val="yellow"/>
        </w:rPr>
        <w:t>Wir haben folgendes Vorgehens festgelegt:</w:t>
      </w:r>
    </w:p>
    <w:p w:rsidR="00FD3E43" w:rsidRPr="00967453" w:rsidRDefault="00FD3E43" w:rsidP="007E7DD4">
      <w:pPr>
        <w:spacing w:after="120"/>
        <w:rPr>
          <w:rFonts w:cstheme="minorHAnsi"/>
          <w:highlight w:val="yellow"/>
        </w:rPr>
      </w:pPr>
      <w:r w:rsidRPr="00967453">
        <w:rPr>
          <w:rFonts w:cstheme="minorHAnsi"/>
          <w:highlight w:val="yellow"/>
        </w:rPr>
        <w:t>…</w:t>
      </w:r>
    </w:p>
    <w:p w:rsidR="00FD3E43" w:rsidRDefault="00FD3E43" w:rsidP="007E7DD4">
      <w:pPr>
        <w:spacing w:after="120"/>
        <w:rPr>
          <w:rFonts w:cstheme="minorHAnsi"/>
        </w:rPr>
      </w:pPr>
      <w:r w:rsidRPr="00967453">
        <w:rPr>
          <w:rFonts w:cstheme="minorHAnsi"/>
          <w:highlight w:val="yellow"/>
        </w:rPr>
        <w:t>…</w:t>
      </w:r>
    </w:p>
    <w:p w:rsidR="00FD3E43" w:rsidRDefault="00FD3E43" w:rsidP="007E7DD4">
      <w:pPr>
        <w:spacing w:after="120"/>
        <w:rPr>
          <w:rFonts w:cstheme="minorHAnsi"/>
        </w:rPr>
      </w:pPr>
    </w:p>
    <w:p w:rsidR="00FD3E43" w:rsidRPr="00B87739" w:rsidRDefault="00FD3E43" w:rsidP="007E7DD4">
      <w:pPr>
        <w:spacing w:after="120"/>
        <w:rPr>
          <w:rFonts w:cstheme="minorHAnsi"/>
        </w:rPr>
      </w:pPr>
      <w:r>
        <w:rPr>
          <w:rFonts w:cstheme="minorHAnsi"/>
        </w:rPr>
        <w:t>Auftretende Schwächen oder Fehler werden im Compliance Team immer wieder im Sinne einer Szenariotechnik vorbeugend thematisiert bzw. über Meldungen zur Kenntnis gebracht. Daraufhin erfolgt</w:t>
      </w:r>
      <w:r w:rsidRPr="00B87739">
        <w:rPr>
          <w:rFonts w:cstheme="minorHAnsi"/>
        </w:rPr>
        <w:t xml:space="preserve"> eine systematische Ursachenanalyse erkannter möglicher </w:t>
      </w:r>
      <w:r>
        <w:rPr>
          <w:rFonts w:cstheme="minorHAnsi"/>
        </w:rPr>
        <w:t xml:space="preserve">Problemfelder mit </w:t>
      </w:r>
      <w:r w:rsidRPr="00B87739">
        <w:rPr>
          <w:rFonts w:cstheme="minorHAnsi"/>
        </w:rPr>
        <w:t>Verbesserung</w:t>
      </w:r>
      <w:r>
        <w:rPr>
          <w:rFonts w:cstheme="minorHAnsi"/>
        </w:rPr>
        <w:t xml:space="preserve">svorschlägen </w:t>
      </w:r>
      <w:r w:rsidRPr="00B87739">
        <w:rPr>
          <w:rFonts w:cstheme="minorHAnsi"/>
        </w:rPr>
        <w:t xml:space="preserve">auf Grund derer Maßnahmen eingeleitet werden, um </w:t>
      </w:r>
      <w:r>
        <w:rPr>
          <w:rFonts w:cstheme="minorHAnsi"/>
        </w:rPr>
        <w:t>den Wissensstand zu verbessern</w:t>
      </w:r>
      <w:r w:rsidRPr="00B87739">
        <w:rPr>
          <w:rFonts w:cstheme="minorHAnsi"/>
        </w:rPr>
        <w:t>. Des Weiteren bilden regelmäßige Gespräche und Fortbildungen die Grundlage für sorgfältiges und vorbeugendes Verhalten in allen Bereichen.</w:t>
      </w:r>
    </w:p>
    <w:p w:rsidR="00FD3E43" w:rsidRPr="00B87739" w:rsidRDefault="00FD3E43" w:rsidP="007E7DD4">
      <w:pPr>
        <w:spacing w:after="120"/>
        <w:rPr>
          <w:rFonts w:cstheme="minorHAnsi"/>
        </w:rPr>
      </w:pPr>
    </w:p>
    <w:p w:rsidR="00FD3E43" w:rsidRPr="00B87739" w:rsidRDefault="00FD3E43" w:rsidP="007E7DD4">
      <w:pPr>
        <w:spacing w:after="120"/>
        <w:rPr>
          <w:rFonts w:cstheme="minorHAnsi"/>
        </w:rPr>
      </w:pPr>
      <w:r w:rsidRPr="00B87739">
        <w:rPr>
          <w:rFonts w:cstheme="minorHAnsi"/>
        </w:rPr>
        <w:t>Die Wirksamkeit und damit der Erfolg der durchgeführten Vorbeuge</w:t>
      </w:r>
      <w:r>
        <w:rPr>
          <w:rFonts w:cstheme="minorHAnsi"/>
        </w:rPr>
        <w:t>- und Korrektur</w:t>
      </w:r>
      <w:r w:rsidRPr="00B87739">
        <w:rPr>
          <w:rFonts w:cstheme="minorHAnsi"/>
        </w:rPr>
        <w:t>maßnahmen werden überwacht.</w:t>
      </w:r>
    </w:p>
    <w:p w:rsidR="00FD3E43" w:rsidRPr="00B87739" w:rsidRDefault="00FD3E43" w:rsidP="00FD3E43">
      <w:pPr>
        <w:pStyle w:val="Gliederung1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Dokumente und Verweise</w:t>
      </w:r>
    </w:p>
    <w:p w:rsidR="00FD3E43" w:rsidRPr="00B87739" w:rsidRDefault="00FD3E43" w:rsidP="00FD3E43">
      <w:pPr>
        <w:pStyle w:val="Abfrage"/>
        <w:numPr>
          <w:ilvl w:val="0"/>
          <w:numId w:val="4"/>
        </w:numPr>
        <w:spacing w:before="6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Compliance Team</w:t>
      </w:r>
      <w:r w:rsidRPr="00B87739">
        <w:rPr>
          <w:rFonts w:asciiTheme="minorHAnsi" w:hAnsiTheme="minorHAnsi" w:cstheme="minorHAnsi"/>
          <w:sz w:val="20"/>
          <w:szCs w:val="20"/>
        </w:rPr>
        <w:t>-</w:t>
      </w:r>
      <w:r>
        <w:rPr>
          <w:rFonts w:asciiTheme="minorHAnsi" w:hAnsiTheme="minorHAnsi" w:cstheme="minorHAnsi"/>
          <w:sz w:val="20"/>
          <w:szCs w:val="20"/>
        </w:rPr>
        <w:t>Protokolle</w:t>
      </w:r>
    </w:p>
    <w:p w:rsidR="00FD3E43" w:rsidRPr="00B87739" w:rsidRDefault="00FD3E43" w:rsidP="00FD3E43">
      <w:pPr>
        <w:pStyle w:val="Abfrage"/>
        <w:numPr>
          <w:ilvl w:val="0"/>
          <w:numId w:val="4"/>
        </w:numPr>
        <w:spacing w:before="60"/>
        <w:rPr>
          <w:rFonts w:asciiTheme="minorHAnsi" w:hAnsiTheme="minorHAnsi" w:cstheme="minorHAnsi"/>
          <w:sz w:val="20"/>
          <w:szCs w:val="20"/>
        </w:rPr>
      </w:pPr>
      <w:r w:rsidRPr="00B87739">
        <w:rPr>
          <w:rFonts w:asciiTheme="minorHAnsi" w:hAnsiTheme="minorHAnsi" w:cstheme="minorHAnsi"/>
          <w:sz w:val="20"/>
          <w:szCs w:val="20"/>
        </w:rPr>
        <w:t>VA Korrekturmaßnahmen</w:t>
      </w:r>
    </w:p>
    <w:p w:rsidR="00FD3E43" w:rsidRPr="00B87739" w:rsidRDefault="00FD3E43" w:rsidP="005D6E71">
      <w:pPr>
        <w:spacing w:after="120"/>
        <w:rPr>
          <w:rFonts w:cstheme="minorHAnsi"/>
        </w:rPr>
      </w:pPr>
    </w:p>
    <w:p w:rsidR="00FD3E43" w:rsidRPr="00B87739" w:rsidRDefault="00FD3E43" w:rsidP="00671136">
      <w:pPr>
        <w:spacing w:after="120"/>
        <w:rPr>
          <w:rFonts w:cstheme="minorHAnsi"/>
        </w:rPr>
      </w:pPr>
      <w:bookmarkStart w:id="2" w:name="Content"/>
    </w:p>
    <w:p w:rsidR="006761C4" w:rsidRPr="00CC4BD2" w:rsidRDefault="00FD3E43" w:rsidP="00025AEE">
      <w:pPr>
        <w:spacing w:after="120"/>
        <w:rPr>
          <w:color w:val="000000"/>
        </w:rPr>
      </w:pPr>
      <w:r>
        <w:rPr>
          <w:color w:val="000000"/>
        </w:rPr>
        <w:t xml:space="preserve"> </w:t>
      </w:r>
      <w:bookmarkEnd w:id="2"/>
    </w:p>
    <w:sectPr w:rsidR="006761C4" w:rsidRPr="00CC4BD2" w:rsidSect="00180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418" w:header="624" w:footer="34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E43" w:rsidRDefault="00FD3E43" w:rsidP="0077456D">
      <w:pPr>
        <w:spacing w:after="120"/>
      </w:pPr>
      <w:r>
        <w:separator/>
      </w:r>
    </w:p>
  </w:endnote>
  <w:endnote w:type="continuationSeparator" w:id="0">
    <w:p w:rsidR="00FD3E43" w:rsidRDefault="00FD3E43" w:rsidP="0077456D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Fuzeile"/>
      <w:spacing w:after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928" w:rsidRPr="001167C0" w:rsidRDefault="00C33928" w:rsidP="00C33928">
    <w:pPr>
      <w:tabs>
        <w:tab w:val="center" w:pos="6237"/>
        <w:tab w:val="right" w:pos="9356"/>
      </w:tabs>
      <w:spacing w:after="120"/>
      <w:ind w:right="-1"/>
      <w:rPr>
        <w:lang w:val="en-US"/>
      </w:rPr>
    </w:pPr>
    <w:r>
      <w:rPr>
        <w:lang w:val="en-US"/>
      </w:rPr>
      <w:tab/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FILENAME </w:instrText>
    </w:r>
    <w:r>
      <w:rPr>
        <w:sz w:val="16"/>
        <w:szCs w:val="16"/>
      </w:rPr>
      <w:fldChar w:fldCharType="separate"/>
    </w:r>
    <w:r w:rsidR="001D3C1C">
      <w:rPr>
        <w:noProof/>
        <w:sz w:val="16"/>
        <w:szCs w:val="16"/>
        <w:lang w:val="en-US"/>
      </w:rPr>
      <w:t>LBT[G-2]VA Wissensstand der Mitarbeitenden</w:t>
    </w:r>
    <w:r>
      <w:rPr>
        <w:sz w:val="16"/>
        <w:szCs w:val="16"/>
      </w:rPr>
      <w:fldChar w:fldCharType="end"/>
    </w:r>
    <w:r w:rsidRPr="006A58DF">
      <w:rPr>
        <w:sz w:val="16"/>
        <w:szCs w:val="16"/>
        <w:lang w:val="en-US"/>
      </w:rPr>
      <w:tab/>
    </w:r>
    <w:r w:rsidRPr="001167C0">
      <w:rPr>
        <w:sz w:val="16"/>
        <w:szCs w:val="16"/>
        <w:lang w:val="en-US"/>
      </w:rPr>
      <w:t xml:space="preserve">Seite </w:t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PAGE </w:instrText>
    </w:r>
    <w:r>
      <w:rPr>
        <w:sz w:val="16"/>
        <w:szCs w:val="16"/>
      </w:rPr>
      <w:fldChar w:fldCharType="separate"/>
    </w:r>
    <w:r w:rsidR="002A1996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  <w:r w:rsidRPr="001167C0">
      <w:rPr>
        <w:sz w:val="16"/>
        <w:szCs w:val="16"/>
        <w:lang w:val="en-US"/>
      </w:rPr>
      <w:t xml:space="preserve"> / </w:t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NUMPAGES </w:instrText>
    </w:r>
    <w:r>
      <w:rPr>
        <w:sz w:val="16"/>
        <w:szCs w:val="16"/>
      </w:rPr>
      <w:fldChar w:fldCharType="separate"/>
    </w:r>
    <w:r w:rsidR="002A1996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Fuzeile"/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E43" w:rsidRDefault="00FD3E43" w:rsidP="0077456D">
      <w:pPr>
        <w:spacing w:after="120"/>
      </w:pPr>
      <w:bookmarkStart w:id="0" w:name="_Hlk481136727"/>
      <w:bookmarkEnd w:id="0"/>
      <w:r>
        <w:separator/>
      </w:r>
    </w:p>
  </w:footnote>
  <w:footnote w:type="continuationSeparator" w:id="0">
    <w:p w:rsidR="00FD3E43" w:rsidRDefault="00FD3E43" w:rsidP="0077456D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Kopfzeile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928" w:rsidRDefault="00564E82" w:rsidP="00C33928">
    <w:pPr>
      <w:pStyle w:val="Kopfzeile"/>
      <w:tabs>
        <w:tab w:val="clear" w:pos="9072"/>
      </w:tabs>
      <w:spacing w:after="120"/>
      <w:ind w:right="-1"/>
      <w:jc w:val="center"/>
      <w:rPr>
        <w:color w:val="5F5F5F"/>
        <w:spacing w:val="30"/>
        <w:sz w:val="22"/>
      </w:rPr>
    </w:pPr>
    <w:r>
      <w:rPr>
        <w:noProof/>
        <w:color w:val="5F5F5F"/>
        <w:spacing w:val="30"/>
        <w:sz w:val="22"/>
      </w:rPr>
      <w:drawing>
        <wp:inline distT="0" distB="0" distL="0" distR="0">
          <wp:extent cx="1981835" cy="911644"/>
          <wp:effectExtent l="0" t="0" r="0" b="3175"/>
          <wp:docPr id="2" name="Grafi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835" cy="911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Kopfzeile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630B4"/>
    <w:multiLevelType w:val="hybridMultilevel"/>
    <w:tmpl w:val="C9D459FC"/>
    <w:lvl w:ilvl="0" w:tplc="9CFE2A18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A7DAB"/>
    <w:multiLevelType w:val="hybridMultilevel"/>
    <w:tmpl w:val="CE46D42A"/>
    <w:lvl w:ilvl="0" w:tplc="73A4DB54">
      <w:start w:val="1"/>
      <w:numFmt w:val="bullet"/>
      <w:pStyle w:val="Abfrag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93376"/>
    <w:multiLevelType w:val="multilevel"/>
    <w:tmpl w:val="82B4ABA4"/>
    <w:lvl w:ilvl="0">
      <w:start w:val="1"/>
      <w:numFmt w:val="decimal"/>
      <w:pStyle w:val="Gliederung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Gliederung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Gliederung3"/>
      <w:lvlText w:val="%1.%2.%3."/>
      <w:lvlJc w:val="left"/>
      <w:pPr>
        <w:tabs>
          <w:tab w:val="num" w:pos="1800"/>
        </w:tabs>
        <w:ind w:left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7DD65A21"/>
    <w:multiLevelType w:val="hybridMultilevel"/>
    <w:tmpl w:val="F1026D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E43"/>
    <w:rsid w:val="00000179"/>
    <w:rsid w:val="00021B41"/>
    <w:rsid w:val="00025AEE"/>
    <w:rsid w:val="00055887"/>
    <w:rsid w:val="00056667"/>
    <w:rsid w:val="0006543C"/>
    <w:rsid w:val="00066F3C"/>
    <w:rsid w:val="000B0E59"/>
    <w:rsid w:val="000B5A73"/>
    <w:rsid w:val="000C01CB"/>
    <w:rsid w:val="000C6FC2"/>
    <w:rsid w:val="000D74A2"/>
    <w:rsid w:val="001027DB"/>
    <w:rsid w:val="001167C0"/>
    <w:rsid w:val="00122CF9"/>
    <w:rsid w:val="00122F95"/>
    <w:rsid w:val="0012479F"/>
    <w:rsid w:val="00127928"/>
    <w:rsid w:val="00162C5E"/>
    <w:rsid w:val="00180918"/>
    <w:rsid w:val="001B0193"/>
    <w:rsid w:val="001C1DBA"/>
    <w:rsid w:val="001C4F81"/>
    <w:rsid w:val="001D3C1C"/>
    <w:rsid w:val="001E5DF7"/>
    <w:rsid w:val="001E7084"/>
    <w:rsid w:val="00225ECC"/>
    <w:rsid w:val="00275735"/>
    <w:rsid w:val="00283569"/>
    <w:rsid w:val="002A1996"/>
    <w:rsid w:val="002D65E0"/>
    <w:rsid w:val="002E5E64"/>
    <w:rsid w:val="00316733"/>
    <w:rsid w:val="00326D62"/>
    <w:rsid w:val="00341E01"/>
    <w:rsid w:val="00385137"/>
    <w:rsid w:val="003A54D0"/>
    <w:rsid w:val="003B1B18"/>
    <w:rsid w:val="003C6E4E"/>
    <w:rsid w:val="00412F8F"/>
    <w:rsid w:val="004249FE"/>
    <w:rsid w:val="004769D0"/>
    <w:rsid w:val="004C5254"/>
    <w:rsid w:val="004D2B31"/>
    <w:rsid w:val="00513278"/>
    <w:rsid w:val="005306BC"/>
    <w:rsid w:val="00564E82"/>
    <w:rsid w:val="00576A69"/>
    <w:rsid w:val="005A5B14"/>
    <w:rsid w:val="005F5241"/>
    <w:rsid w:val="00625BEA"/>
    <w:rsid w:val="006761C4"/>
    <w:rsid w:val="006800B5"/>
    <w:rsid w:val="006858B8"/>
    <w:rsid w:val="00691394"/>
    <w:rsid w:val="006A3E9B"/>
    <w:rsid w:val="006A58DF"/>
    <w:rsid w:val="006B16F8"/>
    <w:rsid w:val="006B1A92"/>
    <w:rsid w:val="006B6913"/>
    <w:rsid w:val="006D68DC"/>
    <w:rsid w:val="007400E1"/>
    <w:rsid w:val="0076503A"/>
    <w:rsid w:val="0077456D"/>
    <w:rsid w:val="00791BA1"/>
    <w:rsid w:val="007D374F"/>
    <w:rsid w:val="007D665D"/>
    <w:rsid w:val="00813A3F"/>
    <w:rsid w:val="00816A75"/>
    <w:rsid w:val="00830459"/>
    <w:rsid w:val="008876FC"/>
    <w:rsid w:val="008A7E96"/>
    <w:rsid w:val="008D74F1"/>
    <w:rsid w:val="008F52C0"/>
    <w:rsid w:val="0091129A"/>
    <w:rsid w:val="00956B07"/>
    <w:rsid w:val="00964074"/>
    <w:rsid w:val="00997FBC"/>
    <w:rsid w:val="009C3DC3"/>
    <w:rsid w:val="009D0F5B"/>
    <w:rsid w:val="009E47A0"/>
    <w:rsid w:val="00A47AD3"/>
    <w:rsid w:val="00AA77C3"/>
    <w:rsid w:val="00AC72FF"/>
    <w:rsid w:val="00AD0CE0"/>
    <w:rsid w:val="00AE04C0"/>
    <w:rsid w:val="00AE7C3E"/>
    <w:rsid w:val="00AF1DF4"/>
    <w:rsid w:val="00B24E16"/>
    <w:rsid w:val="00B3045E"/>
    <w:rsid w:val="00B90B0D"/>
    <w:rsid w:val="00BB6AC7"/>
    <w:rsid w:val="00BE473D"/>
    <w:rsid w:val="00C228D1"/>
    <w:rsid w:val="00C33928"/>
    <w:rsid w:val="00C63BDB"/>
    <w:rsid w:val="00C73B5F"/>
    <w:rsid w:val="00C93D62"/>
    <w:rsid w:val="00CB6444"/>
    <w:rsid w:val="00CC4BD2"/>
    <w:rsid w:val="00CC5F6D"/>
    <w:rsid w:val="00CC6752"/>
    <w:rsid w:val="00D350A4"/>
    <w:rsid w:val="00D3798C"/>
    <w:rsid w:val="00D42724"/>
    <w:rsid w:val="00D84111"/>
    <w:rsid w:val="00DA2AC9"/>
    <w:rsid w:val="00DE7A22"/>
    <w:rsid w:val="00E25535"/>
    <w:rsid w:val="00E7680A"/>
    <w:rsid w:val="00E82BF6"/>
    <w:rsid w:val="00E97915"/>
    <w:rsid w:val="00EC7C0D"/>
    <w:rsid w:val="00ED1D8F"/>
    <w:rsid w:val="00ED1F8B"/>
    <w:rsid w:val="00ED3F49"/>
    <w:rsid w:val="00ED50F4"/>
    <w:rsid w:val="00ED6096"/>
    <w:rsid w:val="00EE4358"/>
    <w:rsid w:val="00F26509"/>
    <w:rsid w:val="00F3742A"/>
    <w:rsid w:val="00F44A14"/>
    <w:rsid w:val="00F90EFE"/>
    <w:rsid w:val="00FB575B"/>
    <w:rsid w:val="00FD3E43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090D714-C622-4BCF-8107-850C070D1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A58DF"/>
    <w:pPr>
      <w:spacing w:afterLines="50" w:after="50"/>
      <w:jc w:val="both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F26509"/>
    <w:pPr>
      <w:keepNext/>
      <w:pBdr>
        <w:left w:val="single" w:sz="24" w:space="4" w:color="C0C0C0"/>
        <w:bottom w:val="single" w:sz="24" w:space="1" w:color="C0C0C0"/>
      </w:pBdr>
      <w:spacing w:beforeLines="50" w:before="120" w:afterLines="100" w:after="240"/>
      <w:jc w:val="left"/>
      <w:outlineLvl w:val="0"/>
    </w:pPr>
    <w:rPr>
      <w:b/>
      <w:sz w:val="24"/>
    </w:rPr>
  </w:style>
  <w:style w:type="paragraph" w:styleId="berschrift2">
    <w:name w:val="heading 2"/>
    <w:basedOn w:val="berschrift1"/>
    <w:next w:val="Standard"/>
    <w:qFormat/>
    <w:rsid w:val="00056667"/>
    <w:pPr>
      <w:pBdr>
        <w:left w:val="none" w:sz="0" w:space="0" w:color="auto"/>
        <w:bottom w:val="none" w:sz="0" w:space="0" w:color="auto"/>
      </w:pBdr>
      <w:spacing w:afterLines="50" w:after="120"/>
      <w:outlineLvl w:val="1"/>
    </w:pPr>
  </w:style>
  <w:style w:type="paragraph" w:styleId="berschrift3">
    <w:name w:val="heading 3"/>
    <w:basedOn w:val="berschrift2"/>
    <w:next w:val="Standard"/>
    <w:qFormat/>
    <w:rsid w:val="00F26509"/>
    <w:pPr>
      <w:tabs>
        <w:tab w:val="left" w:pos="1932"/>
      </w:tabs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16"/>
      <w:u w:val="single"/>
    </w:rPr>
  </w:style>
  <w:style w:type="paragraph" w:styleId="berschrift5">
    <w:name w:val="heading 5"/>
    <w:basedOn w:val="Standard"/>
    <w:next w:val="Standard"/>
    <w:qFormat/>
    <w:pPr>
      <w:keepNext/>
      <w:pBdr>
        <w:left w:val="single" w:sz="18" w:space="4" w:color="808080"/>
        <w:bottom w:val="single" w:sz="18" w:space="1" w:color="808080"/>
      </w:pBdr>
      <w:ind w:firstLine="284"/>
      <w:outlineLvl w:val="4"/>
    </w:pPr>
    <w:rPr>
      <w:rFonts w:cs="Arial"/>
      <w:b/>
      <w:bCs/>
    </w:rPr>
  </w:style>
  <w:style w:type="paragraph" w:styleId="berschrift6">
    <w:name w:val="heading 6"/>
    <w:basedOn w:val="Standard"/>
    <w:next w:val="Standard"/>
    <w:qFormat/>
    <w:pPr>
      <w:keepNext/>
      <w:spacing w:after="120"/>
      <w:outlineLvl w:val="5"/>
    </w:pPr>
    <w:rPr>
      <w:rFonts w:cs="Arial"/>
      <w:sz w:val="22"/>
      <w:u w:val="single"/>
    </w:rPr>
  </w:style>
  <w:style w:type="paragraph" w:styleId="berschrift7">
    <w:name w:val="heading 7"/>
    <w:basedOn w:val="Standard"/>
    <w:next w:val="Standard"/>
    <w:qFormat/>
    <w:pPr>
      <w:keepNext/>
      <w:pBdr>
        <w:left w:val="single" w:sz="12" w:space="4" w:color="808080"/>
        <w:bottom w:val="single" w:sz="12" w:space="1" w:color="808080"/>
      </w:pBdr>
      <w:spacing w:after="120"/>
      <w:ind w:firstLine="142"/>
      <w:outlineLvl w:val="6"/>
    </w:pPr>
    <w:rPr>
      <w:rFonts w:cs="Arial"/>
      <w:b/>
      <w:bCs/>
      <w:sz w:val="22"/>
    </w:rPr>
  </w:style>
  <w:style w:type="paragraph" w:styleId="berschrift8">
    <w:name w:val="heading 8"/>
    <w:basedOn w:val="Standard"/>
    <w:next w:val="Standard"/>
    <w:qFormat/>
    <w:pPr>
      <w:keepNext/>
      <w:pBdr>
        <w:left w:val="single" w:sz="12" w:space="4" w:color="808080"/>
        <w:bottom w:val="single" w:sz="12" w:space="1" w:color="808080"/>
      </w:pBdr>
      <w:spacing w:after="120"/>
      <w:ind w:firstLine="142"/>
      <w:outlineLvl w:val="7"/>
    </w:pPr>
    <w:rPr>
      <w:rFonts w:cs="Arial"/>
      <w:b/>
      <w:bCs/>
      <w:sz w:val="24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426"/>
      </w:tabs>
      <w:spacing w:after="120"/>
      <w:outlineLvl w:val="8"/>
    </w:pPr>
    <w:rPr>
      <w:rFonts w:cs="Arial"/>
      <w:b/>
      <w:bCs/>
      <w:color w:val="0000FF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sz w:val="22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Beschriftung">
    <w:name w:val="caption"/>
    <w:basedOn w:val="Standard"/>
    <w:next w:val="Standard"/>
    <w:qFormat/>
    <w:rPr>
      <w:sz w:val="16"/>
      <w:u w:val="single"/>
    </w:rPr>
  </w:style>
  <w:style w:type="paragraph" w:styleId="Kommentarthema">
    <w:name w:val="annotation subject"/>
    <w:basedOn w:val="Kommentartext"/>
    <w:next w:val="Kommentartext"/>
    <w:semiHidden/>
    <w:rsid w:val="006761C4"/>
    <w:rPr>
      <w:b/>
      <w:bCs/>
    </w:rPr>
  </w:style>
  <w:style w:type="paragraph" w:styleId="Textkrper-Zeileneinzug">
    <w:name w:val="Body Text Indent"/>
    <w:basedOn w:val="Standard"/>
    <w:pPr>
      <w:spacing w:after="120"/>
      <w:ind w:left="851"/>
    </w:pPr>
    <w:rPr>
      <w:rFonts w:cs="Arial"/>
      <w:sz w:val="22"/>
    </w:rPr>
  </w:style>
  <w:style w:type="paragraph" w:styleId="Textkrper-Einzug2">
    <w:name w:val="Body Text Indent 2"/>
    <w:basedOn w:val="Standard"/>
    <w:pPr>
      <w:spacing w:after="120"/>
      <w:ind w:left="567"/>
    </w:pPr>
    <w:rPr>
      <w:rFonts w:cs="Arial"/>
      <w:sz w:val="22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</w:style>
  <w:style w:type="paragraph" w:styleId="Textkrper-Einzug3">
    <w:name w:val="Body Text Indent 3"/>
    <w:basedOn w:val="Standard"/>
    <w:pPr>
      <w:tabs>
        <w:tab w:val="left" w:pos="426"/>
      </w:tabs>
      <w:spacing w:after="120"/>
      <w:ind w:left="426" w:hanging="426"/>
    </w:pPr>
    <w:rPr>
      <w:rFonts w:cs="Arial"/>
      <w:sz w:val="22"/>
    </w:rPr>
  </w:style>
  <w:style w:type="paragraph" w:styleId="Textkrper3">
    <w:name w:val="Body Text 3"/>
    <w:basedOn w:val="Standard"/>
    <w:pPr>
      <w:spacing w:after="120"/>
    </w:pPr>
    <w:rPr>
      <w:rFonts w:cs="Arial"/>
      <w:b/>
      <w:bCs/>
      <w:i/>
      <w:iCs/>
      <w:color w:val="0000FF"/>
      <w:sz w:val="22"/>
    </w:rPr>
  </w:style>
  <w:style w:type="paragraph" w:styleId="Sprechblasentext">
    <w:name w:val="Balloon Text"/>
    <w:basedOn w:val="Standard"/>
    <w:semiHidden/>
    <w:rsid w:val="005F5241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680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ehlungen">
    <w:name w:val="Empfehlungen"/>
    <w:basedOn w:val="Standard"/>
    <w:rsid w:val="00316733"/>
    <w:pPr>
      <w:spacing w:after="120"/>
      <w:ind w:leftChars="266" w:left="532"/>
    </w:pPr>
  </w:style>
  <w:style w:type="paragraph" w:customStyle="1" w:styleId="Tabelle">
    <w:name w:val="ÜTabelle"/>
    <w:basedOn w:val="Standard"/>
    <w:rsid w:val="0006543C"/>
    <w:pPr>
      <w:spacing w:after="120"/>
    </w:pPr>
    <w:rPr>
      <w:sz w:val="16"/>
    </w:rPr>
  </w:style>
  <w:style w:type="paragraph" w:customStyle="1" w:styleId="Empfehlungen0">
    <w:name w:val="ÜEmpfehlungen"/>
    <w:basedOn w:val="Standard"/>
    <w:rsid w:val="00964074"/>
    <w:pPr>
      <w:tabs>
        <w:tab w:val="left" w:pos="532"/>
      </w:tabs>
      <w:spacing w:beforeLines="50" w:before="120" w:after="120"/>
      <w:jc w:val="left"/>
    </w:pPr>
    <w:rPr>
      <w:b/>
    </w:rPr>
  </w:style>
  <w:style w:type="paragraph" w:customStyle="1" w:styleId="Bild">
    <w:name w:val="Bild"/>
    <w:basedOn w:val="Standard"/>
    <w:rsid w:val="00122CF9"/>
    <w:pPr>
      <w:spacing w:afterLines="0" w:after="0"/>
      <w:jc w:val="center"/>
    </w:pPr>
  </w:style>
  <w:style w:type="paragraph" w:customStyle="1" w:styleId="Aufzhlung">
    <w:name w:val="Aufzählung"/>
    <w:basedOn w:val="Standard"/>
    <w:rsid w:val="00316733"/>
    <w:pPr>
      <w:numPr>
        <w:numId w:val="1"/>
      </w:numPr>
      <w:spacing w:beforeLines="25" w:before="60" w:afterLines="25" w:after="60"/>
      <w:ind w:left="714" w:hanging="357"/>
    </w:pPr>
  </w:style>
  <w:style w:type="paragraph" w:styleId="Dokumentstruktur">
    <w:name w:val="Document Map"/>
    <w:basedOn w:val="Standard"/>
    <w:semiHidden/>
    <w:rsid w:val="00D42724"/>
    <w:pPr>
      <w:shd w:val="clear" w:color="auto" w:fill="000080"/>
    </w:pPr>
    <w:rPr>
      <w:rFonts w:ascii="Tahoma" w:hAnsi="Tahoma" w:cs="Tahoma"/>
    </w:rPr>
  </w:style>
  <w:style w:type="paragraph" w:styleId="berarbeitung">
    <w:name w:val="Revision"/>
    <w:hidden/>
    <w:uiPriority w:val="99"/>
    <w:semiHidden/>
    <w:rsid w:val="00CC6752"/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rsid w:val="007D665D"/>
    <w:rPr>
      <w:rFonts w:ascii="Arial" w:hAnsi="Arial"/>
      <w:b/>
      <w:sz w:val="24"/>
    </w:rPr>
  </w:style>
  <w:style w:type="paragraph" w:styleId="Listenabsatz">
    <w:name w:val="List Paragraph"/>
    <w:basedOn w:val="Standard"/>
    <w:uiPriority w:val="34"/>
    <w:qFormat/>
    <w:rsid w:val="002A1996"/>
    <w:pPr>
      <w:ind w:left="720"/>
      <w:contextualSpacing/>
    </w:pPr>
  </w:style>
  <w:style w:type="paragraph" w:customStyle="1" w:styleId="Abfrage">
    <w:name w:val="Abfrage"/>
    <w:basedOn w:val="Standard"/>
    <w:rsid w:val="00FD3E43"/>
    <w:pPr>
      <w:numPr>
        <w:numId w:val="2"/>
      </w:numPr>
      <w:spacing w:afterLines="0" w:after="0"/>
      <w:jc w:val="left"/>
    </w:pPr>
    <w:rPr>
      <w:rFonts w:ascii="Arial" w:hAnsi="Arial" w:cs="Arial"/>
      <w:sz w:val="22"/>
      <w:szCs w:val="22"/>
    </w:rPr>
  </w:style>
  <w:style w:type="paragraph" w:customStyle="1" w:styleId="Gliederung1">
    <w:name w:val="Gliederung 1"/>
    <w:basedOn w:val="Standard"/>
    <w:autoRedefine/>
    <w:rsid w:val="00FD3E43"/>
    <w:pPr>
      <w:numPr>
        <w:numId w:val="3"/>
      </w:numPr>
      <w:spacing w:before="240" w:afterLines="0" w:after="120"/>
      <w:jc w:val="left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Gliederung2">
    <w:name w:val="Gliederung 2"/>
    <w:basedOn w:val="Standard"/>
    <w:autoRedefine/>
    <w:rsid w:val="00FD3E43"/>
    <w:pPr>
      <w:numPr>
        <w:ilvl w:val="1"/>
        <w:numId w:val="3"/>
      </w:numPr>
      <w:spacing w:before="240" w:afterLines="0" w:after="60"/>
      <w:jc w:val="left"/>
      <w:outlineLvl w:val="1"/>
    </w:pPr>
    <w:rPr>
      <w:rFonts w:ascii="Arial" w:hAnsi="Arial" w:cs="Arial"/>
      <w:b/>
      <w:bCs/>
      <w:sz w:val="22"/>
      <w:szCs w:val="22"/>
    </w:rPr>
  </w:style>
  <w:style w:type="paragraph" w:customStyle="1" w:styleId="Gliederung3">
    <w:name w:val="Gliederung 3"/>
    <w:basedOn w:val="Standard"/>
    <w:autoRedefine/>
    <w:rsid w:val="00FD3E43"/>
    <w:pPr>
      <w:numPr>
        <w:ilvl w:val="2"/>
        <w:numId w:val="3"/>
      </w:numPr>
      <w:tabs>
        <w:tab w:val="left" w:pos="1440"/>
      </w:tabs>
      <w:spacing w:afterLines="0" w:after="0"/>
      <w:jc w:val="left"/>
      <w:outlineLvl w:val="2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5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57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3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6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36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3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Willers\AppData\Roaming\Alchimedus\LinearB\Conf\Int\1\Templates\~Common\Main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MainTemplate</Template>
  <TotalTime>0</TotalTime>
  <Pages>1</Pages>
  <Words>257</Words>
  <Characters>1844</Characters>
  <Application>Microsoft Office Word</Application>
  <DocSecurity>0</DocSecurity>
  <Lines>38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Alchimedus GmbH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Willers</dc:creator>
  <cp:keywords/>
  <cp:lastModifiedBy>Sven Willers</cp:lastModifiedBy>
  <cp:revision>3</cp:revision>
  <cp:lastPrinted>2007-09-05T11:02:00Z</cp:lastPrinted>
  <dcterms:created xsi:type="dcterms:W3CDTF">2021-10-04T11:20:00Z</dcterms:created>
  <dcterms:modified xsi:type="dcterms:W3CDTF">2021-10-04T11:20:00Z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faultTitle">
    <vt:lpwstr/>
  </property>
  <property fmtid="{D5CDD505-2E9C-101B-9397-08002B2CF9AE}" pid="3" name="NoHeader">
    <vt:bool>true</vt:bool>
  </property>
</Properties>
</file>